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7F5C" w:rsidRPr="009E05BD" w:rsidRDefault="00E67F5C" w:rsidP="009E05BD">
      <w:pPr>
        <w:spacing w:after="0" w:line="240" w:lineRule="auto"/>
        <w:ind w:right="279"/>
        <w:rPr>
          <w:rFonts w:ascii="Times New Roman" w:hAnsi="Times New Roman" w:cs="Times New Roman"/>
          <w:sz w:val="28"/>
          <w:szCs w:val="28"/>
          <w:lang w:eastAsia="uk-UA"/>
        </w:rPr>
      </w:pPr>
    </w:p>
    <w:p w:rsidR="00E67F5C" w:rsidRPr="009E05BD" w:rsidRDefault="00E67F5C" w:rsidP="009E05BD">
      <w:pPr>
        <w:spacing w:after="0" w:line="240" w:lineRule="auto"/>
        <w:ind w:right="279"/>
        <w:jc w:val="center"/>
        <w:rPr>
          <w:rFonts w:ascii="Times New Roman" w:hAnsi="Times New Roman" w:cs="Times New Roman"/>
          <w:sz w:val="28"/>
          <w:szCs w:val="28"/>
          <w:lang w:eastAsia="uk-UA"/>
        </w:rPr>
      </w:pPr>
      <w:r w:rsidRPr="009E05BD">
        <w:rPr>
          <w:rFonts w:ascii="Times New Roman" w:hAnsi="Times New Roman" w:cs="Times New Roman"/>
          <w:b/>
          <w:bCs/>
          <w:sz w:val="28"/>
          <w:szCs w:val="28"/>
          <w:lang w:eastAsia="uk-UA"/>
        </w:rPr>
        <w:t>РЕЦЕНЗІЯ</w:t>
      </w:r>
    </w:p>
    <w:p w:rsidR="00E67F5C" w:rsidRPr="009E05BD" w:rsidRDefault="00E67F5C" w:rsidP="009E05BD">
      <w:pPr>
        <w:spacing w:after="0" w:line="240" w:lineRule="auto"/>
        <w:ind w:right="279"/>
        <w:jc w:val="center"/>
        <w:rPr>
          <w:rFonts w:ascii="Times New Roman" w:hAnsi="Times New Roman" w:cs="Times New Roman"/>
          <w:sz w:val="18"/>
          <w:szCs w:val="18"/>
          <w:lang w:eastAsia="uk-UA"/>
        </w:rPr>
      </w:pPr>
      <w:r w:rsidRPr="009E05BD">
        <w:rPr>
          <w:rFonts w:ascii="Times New Roman" w:hAnsi="Times New Roman" w:cs="Times New Roman"/>
          <w:b/>
          <w:bCs/>
          <w:sz w:val="28"/>
          <w:szCs w:val="28"/>
          <w:lang w:eastAsia="uk-UA"/>
        </w:rPr>
        <w:t>на наукову роботу</w:t>
      </w:r>
      <w:r w:rsidRPr="009E05BD">
        <w:rPr>
          <w:rFonts w:ascii="Times New Roman" w:hAnsi="Times New Roman" w:cs="Times New Roman"/>
          <w:sz w:val="28"/>
          <w:szCs w:val="28"/>
          <w:lang w:eastAsia="uk-UA"/>
        </w:rPr>
        <w:t xml:space="preserve"> ________</w:t>
      </w:r>
      <w:r>
        <w:rPr>
          <w:rFonts w:ascii="Times New Roman" w:hAnsi="Times New Roman" w:cs="Times New Roman"/>
          <w:sz w:val="28"/>
          <w:szCs w:val="28"/>
          <w:lang w:eastAsia="uk-UA"/>
        </w:rPr>
        <w:t>дисидентський рух</w:t>
      </w:r>
      <w:r w:rsidRPr="009E05BD">
        <w:rPr>
          <w:rFonts w:ascii="Times New Roman" w:hAnsi="Times New Roman" w:cs="Times New Roman"/>
          <w:sz w:val="28"/>
          <w:szCs w:val="28"/>
          <w:lang w:eastAsia="uk-UA"/>
        </w:rPr>
        <w:t>__________________, представлену на Конкурс</w:t>
      </w:r>
    </w:p>
    <w:p w:rsidR="00E67F5C" w:rsidRPr="009E05BD" w:rsidRDefault="00E67F5C" w:rsidP="009E05BD">
      <w:pPr>
        <w:spacing w:after="0" w:line="240" w:lineRule="auto"/>
        <w:ind w:right="279"/>
        <w:jc w:val="center"/>
        <w:rPr>
          <w:rFonts w:ascii="Times New Roman" w:hAnsi="Times New Roman" w:cs="Times New Roman"/>
          <w:sz w:val="18"/>
          <w:szCs w:val="18"/>
          <w:lang w:eastAsia="uk-UA"/>
        </w:rPr>
      </w:pPr>
      <w:r w:rsidRPr="009E05BD">
        <w:rPr>
          <w:rFonts w:ascii="Times New Roman" w:hAnsi="Times New Roman" w:cs="Times New Roman"/>
          <w:sz w:val="18"/>
          <w:szCs w:val="18"/>
          <w:lang w:eastAsia="uk-UA"/>
        </w:rPr>
        <w:t>(шифр)</w:t>
      </w:r>
    </w:p>
    <w:p w:rsidR="00E67F5C" w:rsidRPr="009E05BD" w:rsidRDefault="00E67F5C" w:rsidP="009E05BD">
      <w:pPr>
        <w:spacing w:after="0" w:line="240" w:lineRule="auto"/>
        <w:ind w:right="279"/>
        <w:jc w:val="center"/>
        <w:rPr>
          <w:rFonts w:ascii="Times New Roman" w:hAnsi="Times New Roman" w:cs="Times New Roman"/>
          <w:sz w:val="28"/>
          <w:szCs w:val="28"/>
          <w:lang w:eastAsia="uk-UA"/>
        </w:rPr>
      </w:pPr>
      <w:r w:rsidRPr="009E05BD">
        <w:rPr>
          <w:rFonts w:ascii="Times New Roman" w:hAnsi="Times New Roman" w:cs="Times New Roman"/>
          <w:sz w:val="28"/>
          <w:szCs w:val="28"/>
          <w:lang w:eastAsia="uk-UA"/>
        </w:rPr>
        <w:t>з ________________________________________________________________</w:t>
      </w:r>
    </w:p>
    <w:p w:rsidR="00E67F5C" w:rsidRPr="009E05BD" w:rsidRDefault="00E67F5C" w:rsidP="009E05BD">
      <w:pPr>
        <w:spacing w:after="0" w:line="240" w:lineRule="auto"/>
        <w:ind w:right="279"/>
        <w:rPr>
          <w:rFonts w:ascii="Times New Roman" w:hAnsi="Times New Roman" w:cs="Times New Roman"/>
          <w:sz w:val="18"/>
          <w:szCs w:val="18"/>
          <w:lang w:eastAsia="ru-RU"/>
        </w:rPr>
      </w:pPr>
      <w:r w:rsidRPr="009E05BD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ab/>
      </w:r>
      <w:r w:rsidRPr="009E05BD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ab/>
      </w:r>
      <w:r w:rsidRPr="009E05BD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ab/>
      </w:r>
      <w:r w:rsidRPr="009E05BD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ab/>
      </w:r>
      <w:r w:rsidRPr="009E05BD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ab/>
      </w:r>
      <w:r w:rsidRPr="009E05BD">
        <w:rPr>
          <w:rFonts w:ascii="Times New Roman" w:hAnsi="Times New Roman" w:cs="Times New Roman"/>
          <w:sz w:val="18"/>
          <w:szCs w:val="18"/>
          <w:lang w:eastAsia="ru-RU"/>
        </w:rPr>
        <w:t xml:space="preserve">    (назва галузі знань, спеціальності, спеціалізації)</w:t>
      </w:r>
    </w:p>
    <w:p w:rsidR="00E67F5C" w:rsidRPr="009E05BD" w:rsidRDefault="00E67F5C" w:rsidP="009E05BD">
      <w:pPr>
        <w:spacing w:after="0" w:line="240" w:lineRule="auto"/>
        <w:ind w:right="279"/>
        <w:rPr>
          <w:rFonts w:ascii="Times New Roman" w:hAnsi="Times New Roman" w:cs="Times New Roman"/>
          <w:sz w:val="20"/>
          <w:szCs w:val="20"/>
          <w:lang w:eastAsia="ru-RU"/>
        </w:rPr>
      </w:pPr>
    </w:p>
    <w:tbl>
      <w:tblPr>
        <w:tblW w:w="985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28"/>
        <w:gridCol w:w="6120"/>
        <w:gridCol w:w="1980"/>
        <w:gridCol w:w="927"/>
      </w:tblGrid>
      <w:tr w:rsidR="00E67F5C" w:rsidRPr="00F52B1E">
        <w:tc>
          <w:tcPr>
            <w:tcW w:w="828" w:type="dxa"/>
          </w:tcPr>
          <w:p w:rsidR="00E67F5C" w:rsidRPr="009E05BD" w:rsidRDefault="00E67F5C" w:rsidP="009E05BD">
            <w:pPr>
              <w:spacing w:after="0" w:line="240" w:lineRule="auto"/>
              <w:ind w:right="279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9E05B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№</w:t>
            </w:r>
          </w:p>
          <w:p w:rsidR="00E67F5C" w:rsidRPr="009E05BD" w:rsidRDefault="00E67F5C" w:rsidP="009E05BD">
            <w:pPr>
              <w:spacing w:after="0" w:line="240" w:lineRule="auto"/>
              <w:ind w:right="279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9E05B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з/п</w:t>
            </w:r>
          </w:p>
        </w:tc>
        <w:tc>
          <w:tcPr>
            <w:tcW w:w="6120" w:type="dxa"/>
          </w:tcPr>
          <w:p w:rsidR="00E67F5C" w:rsidRPr="009E05BD" w:rsidRDefault="00E67F5C" w:rsidP="009E05BD">
            <w:pPr>
              <w:spacing w:after="0" w:line="240" w:lineRule="auto"/>
              <w:ind w:right="279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9E05B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Характеристики та критерії оцінки рукопису наукової роботи</w:t>
            </w:r>
            <w:r w:rsidRPr="009E05BD">
              <w:rPr>
                <w:rFonts w:ascii="Times New Roman" w:hAnsi="Times New Roman" w:cs="Times New Roman"/>
                <w:sz w:val="24"/>
                <w:szCs w:val="24"/>
                <w:vertAlign w:val="superscript"/>
                <w:lang w:eastAsia="uk-UA"/>
              </w:rPr>
              <w:footnoteReference w:id="2"/>
            </w:r>
          </w:p>
        </w:tc>
        <w:tc>
          <w:tcPr>
            <w:tcW w:w="1980" w:type="dxa"/>
          </w:tcPr>
          <w:p w:rsidR="00E67F5C" w:rsidRPr="009E05BD" w:rsidRDefault="00E67F5C" w:rsidP="009E05BD">
            <w:pPr>
              <w:spacing w:after="0" w:line="240" w:lineRule="auto"/>
              <w:ind w:right="72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9E05B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Рейтингова оцінка. Максимальна кількість балів (за 100-бальною шкалою)</w:t>
            </w:r>
          </w:p>
        </w:tc>
        <w:tc>
          <w:tcPr>
            <w:tcW w:w="927" w:type="dxa"/>
          </w:tcPr>
          <w:p w:rsidR="00E67F5C" w:rsidRPr="009E05BD" w:rsidRDefault="00E67F5C" w:rsidP="009E05BD">
            <w:pPr>
              <w:spacing w:after="0" w:line="240" w:lineRule="auto"/>
              <w:ind w:right="-81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9E05B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Бали</w:t>
            </w:r>
          </w:p>
        </w:tc>
      </w:tr>
      <w:tr w:rsidR="00E67F5C" w:rsidRPr="00F52B1E">
        <w:tc>
          <w:tcPr>
            <w:tcW w:w="828" w:type="dxa"/>
          </w:tcPr>
          <w:p w:rsidR="00E67F5C" w:rsidRPr="009E05BD" w:rsidRDefault="00E67F5C" w:rsidP="009E05BD">
            <w:pPr>
              <w:spacing w:after="0" w:line="240" w:lineRule="auto"/>
              <w:ind w:right="279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9E05B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6120" w:type="dxa"/>
          </w:tcPr>
          <w:p w:rsidR="00E67F5C" w:rsidRPr="009E05BD" w:rsidRDefault="00E67F5C" w:rsidP="009E05BD">
            <w:pPr>
              <w:spacing w:after="0" w:line="240" w:lineRule="auto"/>
              <w:ind w:right="279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9E05B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Актуальність проблеми</w:t>
            </w:r>
          </w:p>
        </w:tc>
        <w:tc>
          <w:tcPr>
            <w:tcW w:w="1980" w:type="dxa"/>
          </w:tcPr>
          <w:p w:rsidR="00E67F5C" w:rsidRPr="009E05BD" w:rsidRDefault="00E67F5C" w:rsidP="009E05BD">
            <w:pPr>
              <w:spacing w:after="0" w:line="240" w:lineRule="auto"/>
              <w:ind w:right="279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9E05B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10 </w:t>
            </w:r>
          </w:p>
        </w:tc>
        <w:tc>
          <w:tcPr>
            <w:tcW w:w="927" w:type="dxa"/>
          </w:tcPr>
          <w:p w:rsidR="00E67F5C" w:rsidRPr="009E05BD" w:rsidRDefault="00E67F5C" w:rsidP="009E05BD">
            <w:pPr>
              <w:spacing w:after="0" w:line="240" w:lineRule="auto"/>
              <w:ind w:right="279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0</w:t>
            </w:r>
          </w:p>
        </w:tc>
      </w:tr>
      <w:tr w:rsidR="00E67F5C" w:rsidRPr="00F52B1E">
        <w:tc>
          <w:tcPr>
            <w:tcW w:w="828" w:type="dxa"/>
          </w:tcPr>
          <w:p w:rsidR="00E67F5C" w:rsidRPr="009E05BD" w:rsidRDefault="00E67F5C" w:rsidP="009E05BD">
            <w:pPr>
              <w:spacing w:after="0" w:line="240" w:lineRule="auto"/>
              <w:ind w:right="279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9E05B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6120" w:type="dxa"/>
          </w:tcPr>
          <w:p w:rsidR="00E67F5C" w:rsidRPr="009E05BD" w:rsidRDefault="00E67F5C" w:rsidP="009E05BD">
            <w:pPr>
              <w:spacing w:after="0" w:line="240" w:lineRule="auto"/>
              <w:ind w:right="279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9E05B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Новизна та оригінальність ідей</w:t>
            </w:r>
          </w:p>
        </w:tc>
        <w:tc>
          <w:tcPr>
            <w:tcW w:w="1980" w:type="dxa"/>
          </w:tcPr>
          <w:p w:rsidR="00E67F5C" w:rsidRPr="009E05BD" w:rsidRDefault="00E67F5C" w:rsidP="009E05BD">
            <w:pPr>
              <w:spacing w:after="0" w:line="240" w:lineRule="auto"/>
              <w:ind w:right="279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9E05B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15</w:t>
            </w:r>
          </w:p>
        </w:tc>
        <w:tc>
          <w:tcPr>
            <w:tcW w:w="927" w:type="dxa"/>
          </w:tcPr>
          <w:p w:rsidR="00E67F5C" w:rsidRPr="009E05BD" w:rsidRDefault="00E67F5C" w:rsidP="009E05BD">
            <w:pPr>
              <w:spacing w:after="0" w:line="240" w:lineRule="auto"/>
              <w:ind w:right="279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0</w:t>
            </w:r>
          </w:p>
        </w:tc>
      </w:tr>
      <w:tr w:rsidR="00E67F5C" w:rsidRPr="00F52B1E">
        <w:tc>
          <w:tcPr>
            <w:tcW w:w="828" w:type="dxa"/>
          </w:tcPr>
          <w:p w:rsidR="00E67F5C" w:rsidRPr="009E05BD" w:rsidRDefault="00E67F5C" w:rsidP="009E05BD">
            <w:pPr>
              <w:spacing w:after="0" w:line="240" w:lineRule="auto"/>
              <w:ind w:right="279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9E05B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6120" w:type="dxa"/>
          </w:tcPr>
          <w:p w:rsidR="00E67F5C" w:rsidRPr="009E05BD" w:rsidRDefault="00E67F5C" w:rsidP="009E05BD">
            <w:pPr>
              <w:spacing w:after="0" w:line="240" w:lineRule="auto"/>
              <w:ind w:right="279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9E05B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Використані методи дослідження</w:t>
            </w:r>
          </w:p>
        </w:tc>
        <w:tc>
          <w:tcPr>
            <w:tcW w:w="1980" w:type="dxa"/>
          </w:tcPr>
          <w:p w:rsidR="00E67F5C" w:rsidRPr="009E05BD" w:rsidRDefault="00E67F5C" w:rsidP="009E05BD">
            <w:pPr>
              <w:spacing w:after="0" w:line="240" w:lineRule="auto"/>
              <w:ind w:right="279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9E05B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15</w:t>
            </w:r>
          </w:p>
        </w:tc>
        <w:tc>
          <w:tcPr>
            <w:tcW w:w="927" w:type="dxa"/>
          </w:tcPr>
          <w:p w:rsidR="00E67F5C" w:rsidRPr="009E05BD" w:rsidRDefault="00E67F5C" w:rsidP="009E05BD">
            <w:pPr>
              <w:spacing w:after="0" w:line="240" w:lineRule="auto"/>
              <w:ind w:right="279"/>
              <w:jc w:val="center"/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0</w:t>
            </w:r>
          </w:p>
        </w:tc>
      </w:tr>
      <w:tr w:rsidR="00E67F5C" w:rsidRPr="00F52B1E">
        <w:tc>
          <w:tcPr>
            <w:tcW w:w="828" w:type="dxa"/>
          </w:tcPr>
          <w:p w:rsidR="00E67F5C" w:rsidRPr="009E05BD" w:rsidRDefault="00E67F5C" w:rsidP="009E05BD">
            <w:pPr>
              <w:spacing w:after="0" w:line="240" w:lineRule="auto"/>
              <w:ind w:right="279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9E05B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6120" w:type="dxa"/>
          </w:tcPr>
          <w:p w:rsidR="00E67F5C" w:rsidRPr="009E05BD" w:rsidRDefault="00E67F5C" w:rsidP="009E05BD">
            <w:pPr>
              <w:spacing w:after="0" w:line="240" w:lineRule="auto"/>
              <w:ind w:right="279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9E05B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Теоретичні наукові результати</w:t>
            </w:r>
          </w:p>
        </w:tc>
        <w:tc>
          <w:tcPr>
            <w:tcW w:w="1980" w:type="dxa"/>
          </w:tcPr>
          <w:p w:rsidR="00E67F5C" w:rsidRPr="009E05BD" w:rsidRDefault="00E67F5C" w:rsidP="009E05BD">
            <w:pPr>
              <w:spacing w:after="0" w:line="240" w:lineRule="auto"/>
              <w:ind w:right="279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9E05B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10</w:t>
            </w:r>
          </w:p>
        </w:tc>
        <w:tc>
          <w:tcPr>
            <w:tcW w:w="927" w:type="dxa"/>
          </w:tcPr>
          <w:p w:rsidR="00E67F5C" w:rsidRPr="009E05BD" w:rsidRDefault="00E67F5C" w:rsidP="009E05BD">
            <w:pPr>
              <w:spacing w:after="0" w:line="240" w:lineRule="auto"/>
              <w:ind w:right="279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0</w:t>
            </w:r>
          </w:p>
        </w:tc>
      </w:tr>
      <w:tr w:rsidR="00E67F5C" w:rsidRPr="00F52B1E">
        <w:tc>
          <w:tcPr>
            <w:tcW w:w="828" w:type="dxa"/>
          </w:tcPr>
          <w:p w:rsidR="00E67F5C" w:rsidRPr="009E05BD" w:rsidRDefault="00E67F5C" w:rsidP="009E05BD">
            <w:pPr>
              <w:spacing w:after="0" w:line="240" w:lineRule="auto"/>
              <w:ind w:right="279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9E05B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6120" w:type="dxa"/>
          </w:tcPr>
          <w:p w:rsidR="00E67F5C" w:rsidRPr="009E05BD" w:rsidRDefault="00E67F5C" w:rsidP="009E05BD">
            <w:pPr>
              <w:spacing w:after="0" w:line="240" w:lineRule="auto"/>
              <w:ind w:right="279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9E05B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Практична направленість результатів (документальне підтвердження впровадження результатів роботи)</w:t>
            </w:r>
          </w:p>
        </w:tc>
        <w:tc>
          <w:tcPr>
            <w:tcW w:w="1980" w:type="dxa"/>
          </w:tcPr>
          <w:p w:rsidR="00E67F5C" w:rsidRPr="009E05BD" w:rsidRDefault="00E67F5C" w:rsidP="009E05BD">
            <w:pPr>
              <w:spacing w:after="0" w:line="240" w:lineRule="auto"/>
              <w:ind w:right="279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  <w:p w:rsidR="00E67F5C" w:rsidRPr="00C17EE4" w:rsidRDefault="00E67F5C" w:rsidP="009E05BD">
            <w:pPr>
              <w:spacing w:after="0" w:line="240" w:lineRule="auto"/>
              <w:ind w:right="279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C17EE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20</w:t>
            </w:r>
          </w:p>
        </w:tc>
        <w:tc>
          <w:tcPr>
            <w:tcW w:w="927" w:type="dxa"/>
          </w:tcPr>
          <w:p w:rsidR="00E67F5C" w:rsidRPr="009E05BD" w:rsidRDefault="00E67F5C" w:rsidP="009E05BD">
            <w:pPr>
              <w:spacing w:after="0" w:line="240" w:lineRule="auto"/>
              <w:ind w:right="279"/>
              <w:jc w:val="center"/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</w:pPr>
            <w:r w:rsidRPr="009E05BD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_</w:t>
            </w:r>
          </w:p>
        </w:tc>
      </w:tr>
      <w:tr w:rsidR="00E67F5C" w:rsidRPr="00F52B1E">
        <w:tc>
          <w:tcPr>
            <w:tcW w:w="828" w:type="dxa"/>
          </w:tcPr>
          <w:p w:rsidR="00E67F5C" w:rsidRPr="009E05BD" w:rsidRDefault="00E67F5C" w:rsidP="009E05BD">
            <w:pPr>
              <w:spacing w:after="0" w:line="240" w:lineRule="auto"/>
              <w:ind w:right="279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9E05B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6</w:t>
            </w:r>
          </w:p>
        </w:tc>
        <w:tc>
          <w:tcPr>
            <w:tcW w:w="6120" w:type="dxa"/>
          </w:tcPr>
          <w:p w:rsidR="00E67F5C" w:rsidRPr="009E05BD" w:rsidRDefault="00E67F5C" w:rsidP="009E05BD">
            <w:pPr>
              <w:spacing w:after="0" w:line="240" w:lineRule="auto"/>
              <w:ind w:right="279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9E05B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Рівень використання наукової літератури та інших джерел інформації</w:t>
            </w:r>
          </w:p>
        </w:tc>
        <w:tc>
          <w:tcPr>
            <w:tcW w:w="1980" w:type="dxa"/>
          </w:tcPr>
          <w:p w:rsidR="00E67F5C" w:rsidRPr="009E05BD" w:rsidRDefault="00E67F5C" w:rsidP="009E05BD">
            <w:pPr>
              <w:spacing w:after="0" w:line="240" w:lineRule="auto"/>
              <w:ind w:right="279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  <w:p w:rsidR="00E67F5C" w:rsidRPr="009E05BD" w:rsidRDefault="00E67F5C" w:rsidP="009E05BD">
            <w:pPr>
              <w:spacing w:after="0" w:line="240" w:lineRule="auto"/>
              <w:ind w:right="279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9E05B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927" w:type="dxa"/>
          </w:tcPr>
          <w:p w:rsidR="00E67F5C" w:rsidRPr="009E05BD" w:rsidRDefault="00E67F5C" w:rsidP="009E05BD">
            <w:pPr>
              <w:spacing w:after="0" w:line="240" w:lineRule="auto"/>
              <w:ind w:right="279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0</w:t>
            </w:r>
          </w:p>
        </w:tc>
      </w:tr>
      <w:tr w:rsidR="00E67F5C" w:rsidRPr="00F52B1E">
        <w:tc>
          <w:tcPr>
            <w:tcW w:w="828" w:type="dxa"/>
          </w:tcPr>
          <w:p w:rsidR="00E67F5C" w:rsidRPr="009E05BD" w:rsidRDefault="00E67F5C" w:rsidP="009E05BD">
            <w:pPr>
              <w:spacing w:after="0" w:line="240" w:lineRule="auto"/>
              <w:ind w:right="279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9E05B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7</w:t>
            </w:r>
          </w:p>
        </w:tc>
        <w:tc>
          <w:tcPr>
            <w:tcW w:w="6120" w:type="dxa"/>
          </w:tcPr>
          <w:p w:rsidR="00E67F5C" w:rsidRPr="009E05BD" w:rsidRDefault="00E67F5C" w:rsidP="009E05BD">
            <w:pPr>
              <w:spacing w:after="0" w:line="240" w:lineRule="auto"/>
              <w:ind w:right="279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9E05B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Ступінь самостійності роботи</w:t>
            </w:r>
          </w:p>
        </w:tc>
        <w:tc>
          <w:tcPr>
            <w:tcW w:w="1980" w:type="dxa"/>
          </w:tcPr>
          <w:p w:rsidR="00E67F5C" w:rsidRPr="009E05BD" w:rsidRDefault="00E67F5C" w:rsidP="009E05BD">
            <w:pPr>
              <w:spacing w:after="0" w:line="240" w:lineRule="auto"/>
              <w:ind w:right="279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9E05B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10</w:t>
            </w:r>
          </w:p>
        </w:tc>
        <w:tc>
          <w:tcPr>
            <w:tcW w:w="927" w:type="dxa"/>
          </w:tcPr>
          <w:p w:rsidR="00E67F5C" w:rsidRPr="009E05BD" w:rsidRDefault="00E67F5C" w:rsidP="009E05BD">
            <w:pPr>
              <w:spacing w:after="0" w:line="240" w:lineRule="auto"/>
              <w:ind w:right="279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0</w:t>
            </w:r>
          </w:p>
        </w:tc>
      </w:tr>
      <w:tr w:rsidR="00E67F5C" w:rsidRPr="00F52B1E">
        <w:tc>
          <w:tcPr>
            <w:tcW w:w="828" w:type="dxa"/>
          </w:tcPr>
          <w:p w:rsidR="00E67F5C" w:rsidRPr="009E05BD" w:rsidRDefault="00E67F5C" w:rsidP="009E05BD">
            <w:pPr>
              <w:spacing w:after="0" w:line="240" w:lineRule="auto"/>
              <w:ind w:right="279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9E05B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8</w:t>
            </w:r>
          </w:p>
        </w:tc>
        <w:tc>
          <w:tcPr>
            <w:tcW w:w="6120" w:type="dxa"/>
          </w:tcPr>
          <w:p w:rsidR="00E67F5C" w:rsidRPr="009E05BD" w:rsidRDefault="00E67F5C" w:rsidP="009E05BD">
            <w:pPr>
              <w:spacing w:after="0" w:line="240" w:lineRule="auto"/>
              <w:ind w:right="279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9E05B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Якість оформлення</w:t>
            </w:r>
          </w:p>
        </w:tc>
        <w:tc>
          <w:tcPr>
            <w:tcW w:w="1980" w:type="dxa"/>
          </w:tcPr>
          <w:p w:rsidR="00E67F5C" w:rsidRPr="009E05BD" w:rsidRDefault="00E67F5C" w:rsidP="009E05BD">
            <w:pPr>
              <w:spacing w:after="0" w:line="240" w:lineRule="auto"/>
              <w:ind w:right="279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9E05B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927" w:type="dxa"/>
          </w:tcPr>
          <w:p w:rsidR="00E67F5C" w:rsidRPr="009E05BD" w:rsidRDefault="00E67F5C" w:rsidP="009E05BD">
            <w:pPr>
              <w:spacing w:after="0" w:line="240" w:lineRule="auto"/>
              <w:ind w:right="279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0</w:t>
            </w:r>
          </w:p>
        </w:tc>
      </w:tr>
      <w:tr w:rsidR="00E67F5C" w:rsidRPr="00F52B1E">
        <w:tc>
          <w:tcPr>
            <w:tcW w:w="828" w:type="dxa"/>
          </w:tcPr>
          <w:p w:rsidR="00E67F5C" w:rsidRPr="009E05BD" w:rsidRDefault="00E67F5C" w:rsidP="009E05BD">
            <w:pPr>
              <w:spacing w:after="0" w:line="240" w:lineRule="auto"/>
              <w:ind w:right="279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9E05B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9</w:t>
            </w:r>
          </w:p>
        </w:tc>
        <w:tc>
          <w:tcPr>
            <w:tcW w:w="6120" w:type="dxa"/>
          </w:tcPr>
          <w:p w:rsidR="00E67F5C" w:rsidRPr="009E05BD" w:rsidRDefault="00E67F5C" w:rsidP="009E05BD">
            <w:pPr>
              <w:spacing w:after="0" w:line="240" w:lineRule="auto"/>
              <w:ind w:right="279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9E05B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Наукові публікації</w:t>
            </w:r>
          </w:p>
        </w:tc>
        <w:tc>
          <w:tcPr>
            <w:tcW w:w="1980" w:type="dxa"/>
          </w:tcPr>
          <w:p w:rsidR="00E67F5C" w:rsidRPr="00C17EE4" w:rsidRDefault="00E67F5C" w:rsidP="009E05BD">
            <w:pPr>
              <w:spacing w:after="0" w:line="240" w:lineRule="auto"/>
              <w:ind w:right="279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C17EE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10</w:t>
            </w:r>
          </w:p>
        </w:tc>
        <w:tc>
          <w:tcPr>
            <w:tcW w:w="927" w:type="dxa"/>
          </w:tcPr>
          <w:p w:rsidR="00E67F5C" w:rsidRPr="009E05BD" w:rsidRDefault="00E67F5C" w:rsidP="009E05BD">
            <w:pPr>
              <w:spacing w:after="0" w:line="240" w:lineRule="auto"/>
              <w:ind w:right="279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9E05B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–</w:t>
            </w:r>
          </w:p>
        </w:tc>
      </w:tr>
      <w:tr w:rsidR="00E67F5C" w:rsidRPr="00F52B1E">
        <w:tc>
          <w:tcPr>
            <w:tcW w:w="828" w:type="dxa"/>
          </w:tcPr>
          <w:p w:rsidR="00E67F5C" w:rsidRPr="009E05BD" w:rsidRDefault="00E67F5C" w:rsidP="009E05BD">
            <w:pPr>
              <w:spacing w:after="0" w:line="240" w:lineRule="auto"/>
              <w:ind w:right="279"/>
              <w:jc w:val="center"/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</w:pPr>
            <w:r w:rsidRPr="009E05BD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10</w:t>
            </w:r>
          </w:p>
        </w:tc>
        <w:tc>
          <w:tcPr>
            <w:tcW w:w="6120" w:type="dxa"/>
          </w:tcPr>
          <w:p w:rsidR="00E67F5C" w:rsidRPr="009E05BD" w:rsidRDefault="00E67F5C" w:rsidP="009E05BD">
            <w:pPr>
              <w:spacing w:after="0" w:line="240" w:lineRule="auto"/>
              <w:ind w:right="279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9E05BD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Дослідницький характер роботи. Глибинааналізуісторичнихджерел</w:t>
            </w:r>
          </w:p>
        </w:tc>
        <w:tc>
          <w:tcPr>
            <w:tcW w:w="1980" w:type="dxa"/>
          </w:tcPr>
          <w:p w:rsidR="00E67F5C" w:rsidRPr="009E05BD" w:rsidRDefault="00E67F5C" w:rsidP="009E05BD">
            <w:pPr>
              <w:spacing w:after="0" w:line="240" w:lineRule="auto"/>
              <w:ind w:right="279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9E05B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20</w:t>
            </w:r>
          </w:p>
        </w:tc>
        <w:tc>
          <w:tcPr>
            <w:tcW w:w="927" w:type="dxa"/>
          </w:tcPr>
          <w:p w:rsidR="00E67F5C" w:rsidRPr="009E05BD" w:rsidRDefault="00E67F5C" w:rsidP="009E05BD">
            <w:pPr>
              <w:spacing w:after="0" w:line="240" w:lineRule="auto"/>
              <w:ind w:right="279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0</w:t>
            </w:r>
          </w:p>
        </w:tc>
      </w:tr>
      <w:tr w:rsidR="00E67F5C" w:rsidRPr="00F52B1E">
        <w:tc>
          <w:tcPr>
            <w:tcW w:w="828" w:type="dxa"/>
          </w:tcPr>
          <w:p w:rsidR="00E67F5C" w:rsidRPr="009E05BD" w:rsidRDefault="00E67F5C" w:rsidP="009E05BD">
            <w:pPr>
              <w:spacing w:after="0" w:line="240" w:lineRule="auto"/>
              <w:ind w:right="279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9E05B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11</w:t>
            </w:r>
          </w:p>
        </w:tc>
        <w:tc>
          <w:tcPr>
            <w:tcW w:w="6120" w:type="dxa"/>
          </w:tcPr>
          <w:p w:rsidR="00E67F5C" w:rsidRPr="009E05BD" w:rsidRDefault="00E67F5C" w:rsidP="009E05BD">
            <w:pPr>
              <w:spacing w:after="0" w:line="240" w:lineRule="auto"/>
              <w:ind w:right="279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9E05B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Недоліки роботи (пояснення зниження максимальних балів у пунктах 1-9):</w:t>
            </w:r>
          </w:p>
        </w:tc>
        <w:tc>
          <w:tcPr>
            <w:tcW w:w="1980" w:type="dxa"/>
          </w:tcPr>
          <w:p w:rsidR="00E67F5C" w:rsidRPr="009E05BD" w:rsidRDefault="00E67F5C" w:rsidP="009E05BD">
            <w:pPr>
              <w:spacing w:after="0" w:line="240" w:lineRule="auto"/>
              <w:ind w:right="279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927" w:type="dxa"/>
          </w:tcPr>
          <w:p w:rsidR="00E67F5C" w:rsidRPr="009E05BD" w:rsidRDefault="00E67F5C" w:rsidP="009E05BD">
            <w:pPr>
              <w:spacing w:after="0" w:line="240" w:lineRule="auto"/>
              <w:ind w:right="279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E67F5C" w:rsidRPr="00F52B1E">
        <w:tc>
          <w:tcPr>
            <w:tcW w:w="828" w:type="dxa"/>
          </w:tcPr>
          <w:p w:rsidR="00E67F5C" w:rsidRPr="009E05BD" w:rsidRDefault="00E67F5C" w:rsidP="009E05BD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9E05B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11.1</w:t>
            </w:r>
          </w:p>
        </w:tc>
        <w:tc>
          <w:tcPr>
            <w:tcW w:w="6120" w:type="dxa"/>
          </w:tcPr>
          <w:p w:rsidR="00E67F5C" w:rsidRPr="009E05BD" w:rsidRDefault="00E67F5C" w:rsidP="00C35326">
            <w:pPr>
              <w:spacing w:after="0" w:line="240" w:lineRule="auto"/>
              <w:ind w:right="279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Дана робота є варіантом студентського реферату, розміщеного в мережі інтернет: </w:t>
            </w:r>
            <w:hyperlink r:id="rId6" w:history="1">
              <w:r w:rsidRPr="00F52B1E">
                <w:rPr>
                  <w:rStyle w:val="Hyperlink"/>
                  <w:rFonts w:ascii="Times New Roman" w:hAnsi="Times New Roman" w:cs="Times New Roman"/>
                  <w:sz w:val="24"/>
                  <w:szCs w:val="24"/>
                  <w:lang w:eastAsia="uk-UA"/>
                </w:rPr>
                <w:t>http://referat-ok.com.ua/istoriya-ukrajini/diyalnist-ukrajinsko-gelsinskoji-grupi</w:t>
              </w:r>
            </w:hyperlink>
          </w:p>
        </w:tc>
        <w:tc>
          <w:tcPr>
            <w:tcW w:w="1980" w:type="dxa"/>
          </w:tcPr>
          <w:p w:rsidR="00E67F5C" w:rsidRPr="009E05BD" w:rsidRDefault="00E67F5C" w:rsidP="009E05BD">
            <w:pPr>
              <w:spacing w:after="0" w:line="240" w:lineRule="auto"/>
              <w:ind w:right="279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927" w:type="dxa"/>
          </w:tcPr>
          <w:p w:rsidR="00E67F5C" w:rsidRPr="009E05BD" w:rsidRDefault="00E67F5C" w:rsidP="009E05BD">
            <w:pPr>
              <w:spacing w:after="0" w:line="240" w:lineRule="auto"/>
              <w:ind w:right="279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E67F5C" w:rsidRPr="00F52B1E">
        <w:tc>
          <w:tcPr>
            <w:tcW w:w="828" w:type="dxa"/>
          </w:tcPr>
          <w:p w:rsidR="00E67F5C" w:rsidRPr="009E05BD" w:rsidRDefault="00E67F5C" w:rsidP="009E05BD">
            <w:pPr>
              <w:spacing w:after="0" w:line="240" w:lineRule="auto"/>
              <w:ind w:right="72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9E05B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11.2</w:t>
            </w:r>
          </w:p>
        </w:tc>
        <w:tc>
          <w:tcPr>
            <w:tcW w:w="6120" w:type="dxa"/>
          </w:tcPr>
          <w:p w:rsidR="00E67F5C" w:rsidRPr="009E05BD" w:rsidRDefault="00E67F5C" w:rsidP="009E05BD">
            <w:pPr>
              <w:spacing w:after="0" w:line="240" w:lineRule="auto"/>
              <w:ind w:right="279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980" w:type="dxa"/>
          </w:tcPr>
          <w:p w:rsidR="00E67F5C" w:rsidRPr="009E05BD" w:rsidRDefault="00E67F5C" w:rsidP="009E05BD">
            <w:pPr>
              <w:spacing w:after="0" w:line="240" w:lineRule="auto"/>
              <w:ind w:right="279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927" w:type="dxa"/>
          </w:tcPr>
          <w:p w:rsidR="00E67F5C" w:rsidRPr="009E05BD" w:rsidRDefault="00E67F5C" w:rsidP="009E05BD">
            <w:pPr>
              <w:spacing w:after="0" w:line="240" w:lineRule="auto"/>
              <w:ind w:right="279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E67F5C" w:rsidRPr="00F52B1E">
        <w:tc>
          <w:tcPr>
            <w:tcW w:w="828" w:type="dxa"/>
          </w:tcPr>
          <w:p w:rsidR="00E67F5C" w:rsidRPr="009E05BD" w:rsidRDefault="00E67F5C" w:rsidP="009E05BD">
            <w:pPr>
              <w:spacing w:after="0" w:line="240" w:lineRule="auto"/>
              <w:ind w:right="72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9E05B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11.4</w:t>
            </w:r>
          </w:p>
        </w:tc>
        <w:tc>
          <w:tcPr>
            <w:tcW w:w="6120" w:type="dxa"/>
          </w:tcPr>
          <w:p w:rsidR="00E67F5C" w:rsidRPr="009E05BD" w:rsidRDefault="00E67F5C" w:rsidP="009E05BD">
            <w:pPr>
              <w:spacing w:after="0" w:line="240" w:lineRule="auto"/>
              <w:ind w:right="279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980" w:type="dxa"/>
          </w:tcPr>
          <w:p w:rsidR="00E67F5C" w:rsidRPr="009E05BD" w:rsidRDefault="00E67F5C" w:rsidP="009E05BD">
            <w:pPr>
              <w:spacing w:after="0" w:line="240" w:lineRule="auto"/>
              <w:ind w:right="279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927" w:type="dxa"/>
          </w:tcPr>
          <w:p w:rsidR="00E67F5C" w:rsidRPr="009E05BD" w:rsidRDefault="00E67F5C" w:rsidP="009E05BD">
            <w:pPr>
              <w:spacing w:after="0" w:line="240" w:lineRule="auto"/>
              <w:ind w:right="279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E67F5C" w:rsidRPr="00F52B1E">
        <w:tc>
          <w:tcPr>
            <w:tcW w:w="828" w:type="dxa"/>
          </w:tcPr>
          <w:p w:rsidR="00E67F5C" w:rsidRPr="009E05BD" w:rsidRDefault="00E67F5C" w:rsidP="009E05BD">
            <w:pPr>
              <w:spacing w:after="0" w:line="240" w:lineRule="auto"/>
              <w:ind w:right="72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9E05B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11.5</w:t>
            </w:r>
          </w:p>
        </w:tc>
        <w:tc>
          <w:tcPr>
            <w:tcW w:w="6120" w:type="dxa"/>
          </w:tcPr>
          <w:p w:rsidR="00E67F5C" w:rsidRPr="009E05BD" w:rsidRDefault="00E67F5C" w:rsidP="009E05BD">
            <w:pPr>
              <w:spacing w:after="0" w:line="240" w:lineRule="auto"/>
              <w:ind w:right="279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980" w:type="dxa"/>
          </w:tcPr>
          <w:p w:rsidR="00E67F5C" w:rsidRPr="009E05BD" w:rsidRDefault="00E67F5C" w:rsidP="009E05BD">
            <w:pPr>
              <w:spacing w:after="0" w:line="240" w:lineRule="auto"/>
              <w:ind w:right="279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927" w:type="dxa"/>
          </w:tcPr>
          <w:p w:rsidR="00E67F5C" w:rsidRPr="009E05BD" w:rsidRDefault="00E67F5C" w:rsidP="009E05BD">
            <w:pPr>
              <w:spacing w:after="0" w:line="240" w:lineRule="auto"/>
              <w:ind w:right="279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E67F5C" w:rsidRPr="00F52B1E">
        <w:tc>
          <w:tcPr>
            <w:tcW w:w="828" w:type="dxa"/>
          </w:tcPr>
          <w:p w:rsidR="00E67F5C" w:rsidRPr="009E05BD" w:rsidRDefault="00E67F5C" w:rsidP="009E05BD">
            <w:pPr>
              <w:spacing w:after="0" w:line="240" w:lineRule="auto"/>
              <w:ind w:right="72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9E05B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11.6</w:t>
            </w:r>
          </w:p>
        </w:tc>
        <w:tc>
          <w:tcPr>
            <w:tcW w:w="6120" w:type="dxa"/>
          </w:tcPr>
          <w:p w:rsidR="00E67F5C" w:rsidRPr="009E05BD" w:rsidRDefault="00E67F5C" w:rsidP="009E05BD">
            <w:pPr>
              <w:spacing w:after="0" w:line="240" w:lineRule="auto"/>
              <w:ind w:right="279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980" w:type="dxa"/>
          </w:tcPr>
          <w:p w:rsidR="00E67F5C" w:rsidRPr="009E05BD" w:rsidRDefault="00E67F5C" w:rsidP="009E05BD">
            <w:pPr>
              <w:spacing w:after="0" w:line="240" w:lineRule="auto"/>
              <w:ind w:right="279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927" w:type="dxa"/>
          </w:tcPr>
          <w:p w:rsidR="00E67F5C" w:rsidRPr="009E05BD" w:rsidRDefault="00E67F5C" w:rsidP="009E05BD">
            <w:pPr>
              <w:spacing w:after="0" w:line="240" w:lineRule="auto"/>
              <w:ind w:right="279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E67F5C" w:rsidRPr="00F52B1E">
        <w:tc>
          <w:tcPr>
            <w:tcW w:w="828" w:type="dxa"/>
          </w:tcPr>
          <w:p w:rsidR="00E67F5C" w:rsidRPr="009E05BD" w:rsidRDefault="00E67F5C" w:rsidP="009E05BD">
            <w:pPr>
              <w:spacing w:after="0" w:line="240" w:lineRule="auto"/>
              <w:ind w:right="72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9E05B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11.7</w:t>
            </w:r>
          </w:p>
        </w:tc>
        <w:tc>
          <w:tcPr>
            <w:tcW w:w="6120" w:type="dxa"/>
          </w:tcPr>
          <w:p w:rsidR="00E67F5C" w:rsidRPr="009E05BD" w:rsidRDefault="00E67F5C" w:rsidP="009E05BD">
            <w:pPr>
              <w:spacing w:after="0" w:line="240" w:lineRule="auto"/>
              <w:ind w:right="279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980" w:type="dxa"/>
          </w:tcPr>
          <w:p w:rsidR="00E67F5C" w:rsidRPr="009E05BD" w:rsidRDefault="00E67F5C" w:rsidP="009E05BD">
            <w:pPr>
              <w:spacing w:after="0" w:line="240" w:lineRule="auto"/>
              <w:ind w:right="279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927" w:type="dxa"/>
          </w:tcPr>
          <w:p w:rsidR="00E67F5C" w:rsidRPr="009E05BD" w:rsidRDefault="00E67F5C" w:rsidP="009E05BD">
            <w:pPr>
              <w:spacing w:after="0" w:line="240" w:lineRule="auto"/>
              <w:ind w:right="279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E67F5C" w:rsidRPr="00F52B1E">
        <w:tc>
          <w:tcPr>
            <w:tcW w:w="828" w:type="dxa"/>
          </w:tcPr>
          <w:p w:rsidR="00E67F5C" w:rsidRPr="009E05BD" w:rsidRDefault="00E67F5C" w:rsidP="009E05BD">
            <w:pPr>
              <w:spacing w:after="0" w:line="240" w:lineRule="auto"/>
              <w:ind w:right="72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9E05B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11.8</w:t>
            </w:r>
          </w:p>
        </w:tc>
        <w:tc>
          <w:tcPr>
            <w:tcW w:w="6120" w:type="dxa"/>
          </w:tcPr>
          <w:p w:rsidR="00E67F5C" w:rsidRPr="009E05BD" w:rsidRDefault="00E67F5C" w:rsidP="009E05BD">
            <w:pPr>
              <w:spacing w:after="0" w:line="240" w:lineRule="auto"/>
              <w:ind w:right="279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980" w:type="dxa"/>
          </w:tcPr>
          <w:p w:rsidR="00E67F5C" w:rsidRPr="009E05BD" w:rsidRDefault="00E67F5C" w:rsidP="009E05BD">
            <w:pPr>
              <w:spacing w:after="0" w:line="240" w:lineRule="auto"/>
              <w:ind w:right="279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927" w:type="dxa"/>
          </w:tcPr>
          <w:p w:rsidR="00E67F5C" w:rsidRPr="009E05BD" w:rsidRDefault="00E67F5C" w:rsidP="009E05BD">
            <w:pPr>
              <w:spacing w:after="0" w:line="240" w:lineRule="auto"/>
              <w:ind w:right="279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E67F5C" w:rsidRPr="00F52B1E">
        <w:tc>
          <w:tcPr>
            <w:tcW w:w="828" w:type="dxa"/>
          </w:tcPr>
          <w:p w:rsidR="00E67F5C" w:rsidRPr="009E05BD" w:rsidRDefault="00E67F5C" w:rsidP="009E05BD">
            <w:pPr>
              <w:spacing w:after="0" w:line="240" w:lineRule="auto"/>
              <w:ind w:right="72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9E05B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11.9</w:t>
            </w:r>
          </w:p>
        </w:tc>
        <w:tc>
          <w:tcPr>
            <w:tcW w:w="6120" w:type="dxa"/>
          </w:tcPr>
          <w:p w:rsidR="00E67F5C" w:rsidRPr="009E05BD" w:rsidRDefault="00E67F5C" w:rsidP="009E05BD">
            <w:pPr>
              <w:spacing w:after="0" w:line="240" w:lineRule="auto"/>
              <w:ind w:right="279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980" w:type="dxa"/>
          </w:tcPr>
          <w:p w:rsidR="00E67F5C" w:rsidRPr="009E05BD" w:rsidRDefault="00E67F5C" w:rsidP="009E05BD">
            <w:pPr>
              <w:spacing w:after="0" w:line="240" w:lineRule="auto"/>
              <w:ind w:right="279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927" w:type="dxa"/>
          </w:tcPr>
          <w:p w:rsidR="00E67F5C" w:rsidRPr="009E05BD" w:rsidRDefault="00E67F5C" w:rsidP="009E05BD">
            <w:pPr>
              <w:spacing w:after="0" w:line="240" w:lineRule="auto"/>
              <w:ind w:right="279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E67F5C" w:rsidRPr="00F52B1E">
        <w:tc>
          <w:tcPr>
            <w:tcW w:w="828" w:type="dxa"/>
          </w:tcPr>
          <w:p w:rsidR="00E67F5C" w:rsidRPr="009E05BD" w:rsidRDefault="00E67F5C" w:rsidP="009E05BD">
            <w:pPr>
              <w:spacing w:after="0" w:line="240" w:lineRule="auto"/>
              <w:ind w:right="72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9E05B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11.10</w:t>
            </w:r>
          </w:p>
        </w:tc>
        <w:tc>
          <w:tcPr>
            <w:tcW w:w="6120" w:type="dxa"/>
          </w:tcPr>
          <w:p w:rsidR="00E67F5C" w:rsidRPr="009E05BD" w:rsidRDefault="00E67F5C" w:rsidP="009E05BD">
            <w:pPr>
              <w:spacing w:after="0" w:line="240" w:lineRule="auto"/>
              <w:ind w:right="279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980" w:type="dxa"/>
          </w:tcPr>
          <w:p w:rsidR="00E67F5C" w:rsidRPr="009E05BD" w:rsidRDefault="00E67F5C" w:rsidP="009E05BD">
            <w:pPr>
              <w:spacing w:after="0" w:line="240" w:lineRule="auto"/>
              <w:ind w:right="279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927" w:type="dxa"/>
          </w:tcPr>
          <w:p w:rsidR="00E67F5C" w:rsidRPr="009E05BD" w:rsidRDefault="00E67F5C" w:rsidP="009E05BD">
            <w:pPr>
              <w:spacing w:after="0" w:line="240" w:lineRule="auto"/>
              <w:ind w:right="279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E67F5C" w:rsidRPr="00F52B1E">
        <w:tc>
          <w:tcPr>
            <w:tcW w:w="8928" w:type="dxa"/>
            <w:gridSpan w:val="3"/>
          </w:tcPr>
          <w:p w:rsidR="00E67F5C" w:rsidRPr="009E05BD" w:rsidRDefault="00E67F5C" w:rsidP="009E05BD">
            <w:pPr>
              <w:spacing w:after="0" w:line="240" w:lineRule="auto"/>
              <w:ind w:right="279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9E05B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Сума балів</w:t>
            </w:r>
          </w:p>
        </w:tc>
        <w:tc>
          <w:tcPr>
            <w:tcW w:w="927" w:type="dxa"/>
          </w:tcPr>
          <w:p w:rsidR="00E67F5C" w:rsidRPr="009E05BD" w:rsidRDefault="00E67F5C" w:rsidP="009E05BD">
            <w:pPr>
              <w:spacing w:after="0" w:line="240" w:lineRule="auto"/>
              <w:ind w:right="279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0</w:t>
            </w:r>
          </w:p>
        </w:tc>
      </w:tr>
    </w:tbl>
    <w:p w:rsidR="00E67F5C" w:rsidRPr="009E05BD" w:rsidRDefault="00E67F5C" w:rsidP="009E05BD">
      <w:pPr>
        <w:spacing w:after="0" w:line="240" w:lineRule="auto"/>
        <w:ind w:left="-180" w:right="279"/>
        <w:rPr>
          <w:rFonts w:ascii="Times New Roman" w:hAnsi="Times New Roman" w:cs="Times New Roman"/>
          <w:sz w:val="28"/>
          <w:szCs w:val="28"/>
          <w:lang w:eastAsia="uk-UA"/>
        </w:rPr>
      </w:pPr>
    </w:p>
    <w:sectPr w:rsidR="00E67F5C" w:rsidRPr="009E05BD" w:rsidSect="00A31165">
      <w:pgSz w:w="11906" w:h="16838"/>
      <w:pgMar w:top="1134" w:right="206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67F5C" w:rsidRDefault="00E67F5C" w:rsidP="009E05BD">
      <w:pPr>
        <w:spacing w:after="0" w:line="240" w:lineRule="auto"/>
      </w:pPr>
      <w:r>
        <w:separator/>
      </w:r>
    </w:p>
  </w:endnote>
  <w:endnote w:type="continuationSeparator" w:id="1">
    <w:p w:rsidR="00E67F5C" w:rsidRDefault="00E67F5C" w:rsidP="009E05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67F5C" w:rsidRDefault="00E67F5C" w:rsidP="009E05BD">
      <w:pPr>
        <w:spacing w:after="0" w:line="240" w:lineRule="auto"/>
      </w:pPr>
      <w:r>
        <w:separator/>
      </w:r>
    </w:p>
  </w:footnote>
  <w:footnote w:type="continuationSeparator" w:id="1">
    <w:p w:rsidR="00E67F5C" w:rsidRDefault="00E67F5C" w:rsidP="009E05BD">
      <w:pPr>
        <w:spacing w:after="0" w:line="240" w:lineRule="auto"/>
      </w:pPr>
      <w:r>
        <w:continuationSeparator/>
      </w:r>
    </w:p>
  </w:footnote>
  <w:footnote w:id="2">
    <w:p w:rsidR="00E67F5C" w:rsidRDefault="00E67F5C" w:rsidP="009E05BD">
      <w:pPr>
        <w:pStyle w:val="FootnoteText"/>
      </w:pP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115E4"/>
    <w:rsid w:val="00095574"/>
    <w:rsid w:val="000A660A"/>
    <w:rsid w:val="001115E4"/>
    <w:rsid w:val="002A4720"/>
    <w:rsid w:val="005058B3"/>
    <w:rsid w:val="006F17BD"/>
    <w:rsid w:val="009A7C7F"/>
    <w:rsid w:val="009E05BD"/>
    <w:rsid w:val="00A31165"/>
    <w:rsid w:val="00A67C95"/>
    <w:rsid w:val="00AC3FD7"/>
    <w:rsid w:val="00C17EE4"/>
    <w:rsid w:val="00C35326"/>
    <w:rsid w:val="00E67F5C"/>
    <w:rsid w:val="00F52B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58B3"/>
    <w:pPr>
      <w:spacing w:after="200" w:line="276" w:lineRule="auto"/>
    </w:pPr>
    <w:rPr>
      <w:rFonts w:cs="Calibri"/>
      <w:lang w:val="uk-UA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9E05B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9E05BD"/>
  </w:style>
  <w:style w:type="paragraph" w:styleId="FootnoteText">
    <w:name w:val="footnote text"/>
    <w:basedOn w:val="Normal"/>
    <w:link w:val="FootnoteTextChar"/>
    <w:uiPriority w:val="99"/>
    <w:semiHidden/>
    <w:rsid w:val="009E05B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9E05BD"/>
    <w:rPr>
      <w:sz w:val="20"/>
      <w:szCs w:val="20"/>
    </w:rPr>
  </w:style>
  <w:style w:type="character" w:styleId="PageNumber">
    <w:name w:val="page number"/>
    <w:basedOn w:val="DefaultParagraphFont"/>
    <w:uiPriority w:val="99"/>
    <w:rsid w:val="009E05BD"/>
  </w:style>
  <w:style w:type="character" w:styleId="Hyperlink">
    <w:name w:val="Hyperlink"/>
    <w:basedOn w:val="DefaultParagraphFont"/>
    <w:uiPriority w:val="99"/>
    <w:rsid w:val="00C3532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referat-ok.com.ua/istoriya-ukrajini/diyalnist-ukrajinsko-gelsinskoji-grupi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20</TotalTime>
  <Pages>1</Pages>
  <Words>193</Words>
  <Characters>1103</Characters>
  <Application>Microsoft Office Outlook</Application>
  <DocSecurity>0</DocSecurity>
  <Lines>0</Lines>
  <Paragraphs>0</Paragraphs>
  <ScaleCrop>false</ScaleCrop>
  <Company>Home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4</cp:revision>
  <dcterms:created xsi:type="dcterms:W3CDTF">2018-03-24T08:40:00Z</dcterms:created>
  <dcterms:modified xsi:type="dcterms:W3CDTF">2018-03-26T15:40:00Z</dcterms:modified>
</cp:coreProperties>
</file>